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EF0" w:rsidRPr="00A7612B" w:rsidRDefault="00306EF0" w:rsidP="00306EF0">
      <w:pPr>
        <w:jc w:val="right"/>
        <w:rPr>
          <w:rFonts w:ascii="Times New Roman" w:hAnsi="Times New Roman"/>
          <w:sz w:val="18"/>
          <w:szCs w:val="18"/>
        </w:rPr>
      </w:pPr>
      <w:r w:rsidRPr="00A7612B">
        <w:rPr>
          <w:rFonts w:ascii="Times New Roman" w:hAnsi="Times New Roman"/>
          <w:sz w:val="18"/>
          <w:szCs w:val="18"/>
        </w:rPr>
        <w:t>Finansavimo sumų apskaitos tvarkos aprašo</w:t>
      </w:r>
    </w:p>
    <w:p w:rsidR="00306EF0" w:rsidRPr="00A7612B" w:rsidRDefault="006A463E" w:rsidP="00306EF0">
      <w:pPr>
        <w:jc w:val="right"/>
        <w:rPr>
          <w:rFonts w:ascii="Times New Roman" w:hAnsi="Times New Roman"/>
          <w:sz w:val="18"/>
          <w:szCs w:val="18"/>
        </w:rPr>
      </w:pPr>
      <w:r w:rsidRPr="00A7612B">
        <w:rPr>
          <w:rFonts w:ascii="Times New Roman" w:hAnsi="Times New Roman"/>
          <w:sz w:val="18"/>
          <w:szCs w:val="18"/>
        </w:rPr>
        <w:t>3</w:t>
      </w:r>
      <w:r w:rsidR="00306EF0" w:rsidRPr="00A7612B">
        <w:rPr>
          <w:rFonts w:ascii="Times New Roman" w:hAnsi="Times New Roman"/>
          <w:sz w:val="18"/>
          <w:szCs w:val="18"/>
        </w:rPr>
        <w:t xml:space="preserve"> priedas</w:t>
      </w:r>
    </w:p>
    <w:p w:rsidR="00306EF0" w:rsidRPr="003A21AE" w:rsidRDefault="00306EF0" w:rsidP="00035256">
      <w:pPr>
        <w:pStyle w:val="Antrat7"/>
        <w:numPr>
          <w:ilvl w:val="0"/>
          <w:numId w:val="0"/>
        </w:numPr>
        <w:ind w:left="1296" w:hanging="288"/>
      </w:pPr>
    </w:p>
    <w:p w:rsidR="00306EF0" w:rsidRPr="003A21AE" w:rsidRDefault="006A641F" w:rsidP="00306EF0">
      <w:pPr>
        <w:pStyle w:val="Antra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Joniškio </w:t>
      </w:r>
      <w:r w:rsidR="00FE70B6">
        <w:rPr>
          <w:rFonts w:ascii="Times New Roman" w:hAnsi="Times New Roman"/>
          <w:sz w:val="24"/>
          <w:szCs w:val="24"/>
        </w:rPr>
        <w:t>Mato</w:t>
      </w:r>
      <w:r w:rsidR="00D9182D">
        <w:rPr>
          <w:rFonts w:ascii="Times New Roman" w:hAnsi="Times New Roman"/>
          <w:sz w:val="24"/>
          <w:szCs w:val="24"/>
        </w:rPr>
        <w:t xml:space="preserve"> </w:t>
      </w:r>
      <w:r w:rsidR="00FE70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70B6">
        <w:rPr>
          <w:rFonts w:ascii="Times New Roman" w:hAnsi="Times New Roman"/>
          <w:sz w:val="24"/>
          <w:szCs w:val="24"/>
        </w:rPr>
        <w:t>Slančiausko</w:t>
      </w:r>
      <w:proofErr w:type="spellEnd"/>
      <w:r w:rsidR="00FE70B6">
        <w:rPr>
          <w:rFonts w:ascii="Times New Roman" w:hAnsi="Times New Roman"/>
          <w:sz w:val="24"/>
          <w:szCs w:val="24"/>
        </w:rPr>
        <w:t xml:space="preserve"> progimnazija</w:t>
      </w:r>
    </w:p>
    <w:p w:rsidR="00306EF0" w:rsidRPr="003A21AE" w:rsidRDefault="00306EF0" w:rsidP="00306EF0">
      <w:pPr>
        <w:jc w:val="center"/>
        <w:rPr>
          <w:rFonts w:ascii="Times New Roman" w:hAnsi="Times New Roman"/>
          <w:sz w:val="22"/>
          <w:szCs w:val="22"/>
        </w:rPr>
      </w:pPr>
      <w:r w:rsidRPr="003A21AE">
        <w:rPr>
          <w:rFonts w:ascii="Times New Roman" w:hAnsi="Times New Roman"/>
          <w:sz w:val="22"/>
          <w:szCs w:val="22"/>
        </w:rPr>
        <w:t>(Įstaigos pavadinimas)</w:t>
      </w:r>
    </w:p>
    <w:p w:rsidR="00306EF0" w:rsidRPr="00A7612B" w:rsidRDefault="00306EF0" w:rsidP="00306EF0">
      <w:pPr>
        <w:rPr>
          <w:rFonts w:ascii="Times New Roman" w:hAnsi="Times New Roman"/>
          <w:sz w:val="16"/>
          <w:szCs w:val="24"/>
        </w:rPr>
      </w:pPr>
    </w:p>
    <w:p w:rsidR="00306EF0" w:rsidRDefault="00306EF0" w:rsidP="00306EF0">
      <w:pPr>
        <w:pStyle w:val="Antrat2"/>
        <w:numPr>
          <w:ilvl w:val="0"/>
          <w:numId w:val="0"/>
        </w:numPr>
        <w:jc w:val="center"/>
        <w:rPr>
          <w:rFonts w:ascii="Times New Roman" w:hAnsi="Times New Roman"/>
          <w:b/>
          <w:sz w:val="22"/>
          <w:szCs w:val="22"/>
        </w:rPr>
      </w:pPr>
      <w:r w:rsidRPr="003A21AE">
        <w:rPr>
          <w:rFonts w:ascii="Times New Roman" w:hAnsi="Times New Roman"/>
          <w:b/>
          <w:sz w:val="22"/>
          <w:szCs w:val="22"/>
        </w:rPr>
        <w:t xml:space="preserve">PAŽYMA DĖL FINANSAVIMO SUMŲ </w:t>
      </w:r>
    </w:p>
    <w:p w:rsidR="0098701D" w:rsidRPr="00A7612B" w:rsidRDefault="0098701D" w:rsidP="0098701D">
      <w:pPr>
        <w:rPr>
          <w:sz w:val="14"/>
        </w:rPr>
      </w:pPr>
    </w:p>
    <w:p w:rsidR="00B713CB" w:rsidRDefault="00BD1ED1" w:rsidP="00BD1ED1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</w:t>
      </w:r>
      <w:r w:rsidR="003702E0">
        <w:rPr>
          <w:rFonts w:ascii="Times New Roman" w:hAnsi="Times New Roman"/>
          <w:sz w:val="22"/>
          <w:szCs w:val="22"/>
        </w:rPr>
        <w:t>2020</w:t>
      </w:r>
      <w:r w:rsidR="00FE70B6">
        <w:rPr>
          <w:rFonts w:ascii="Times New Roman" w:hAnsi="Times New Roman"/>
          <w:sz w:val="22"/>
          <w:szCs w:val="22"/>
        </w:rPr>
        <w:t>-</w:t>
      </w:r>
      <w:r w:rsidR="003702E0">
        <w:rPr>
          <w:rFonts w:ascii="Times New Roman" w:hAnsi="Times New Roman"/>
          <w:sz w:val="22"/>
          <w:szCs w:val="22"/>
        </w:rPr>
        <w:t>0</w:t>
      </w:r>
      <w:r w:rsidR="007F039B">
        <w:rPr>
          <w:rFonts w:ascii="Times New Roman" w:hAnsi="Times New Roman"/>
          <w:sz w:val="22"/>
          <w:szCs w:val="22"/>
        </w:rPr>
        <w:t>4</w:t>
      </w:r>
      <w:r w:rsidR="00FE70B6">
        <w:rPr>
          <w:rFonts w:ascii="Times New Roman" w:hAnsi="Times New Roman"/>
          <w:sz w:val="22"/>
          <w:szCs w:val="22"/>
        </w:rPr>
        <w:t>-</w:t>
      </w:r>
      <w:r w:rsidR="003702E0">
        <w:rPr>
          <w:rFonts w:ascii="Times New Roman" w:hAnsi="Times New Roman"/>
          <w:sz w:val="22"/>
          <w:szCs w:val="22"/>
        </w:rPr>
        <w:t>14</w:t>
      </w:r>
      <w:r w:rsidR="00306EF0" w:rsidRPr="003A21A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06EF0" w:rsidRPr="003A21AE">
        <w:rPr>
          <w:rFonts w:ascii="Times New Roman" w:hAnsi="Times New Roman"/>
          <w:sz w:val="22"/>
          <w:szCs w:val="22"/>
        </w:rPr>
        <w:t>Nr</w:t>
      </w:r>
      <w:proofErr w:type="spellEnd"/>
      <w:r w:rsidR="0098701D">
        <w:rPr>
          <w:rFonts w:ascii="Times New Roman" w:hAnsi="Times New Roman"/>
          <w:sz w:val="22"/>
          <w:szCs w:val="22"/>
        </w:rPr>
        <w:t>.</w:t>
      </w:r>
      <w:r w:rsidR="00306EF0" w:rsidRPr="003A21AE">
        <w:rPr>
          <w:rFonts w:ascii="Times New Roman" w:hAnsi="Times New Roman"/>
          <w:sz w:val="22"/>
          <w:szCs w:val="22"/>
        </w:rPr>
        <w:t xml:space="preserve"> </w:t>
      </w:r>
      <w:r w:rsidR="007F039B">
        <w:rPr>
          <w:rFonts w:ascii="Times New Roman" w:hAnsi="Times New Roman"/>
          <w:sz w:val="22"/>
          <w:szCs w:val="22"/>
        </w:rPr>
        <w:t>2363</w:t>
      </w:r>
    </w:p>
    <w:p w:rsidR="00306EF0" w:rsidRPr="003A21AE" w:rsidRDefault="005F0E33" w:rsidP="00BD1ED1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</w:t>
      </w:r>
      <w:r w:rsidR="00BD1ED1">
        <w:rPr>
          <w:rFonts w:ascii="Times New Roman" w:hAnsi="Times New Roman"/>
          <w:sz w:val="22"/>
          <w:szCs w:val="22"/>
        </w:rPr>
        <w:t>Joniškis</w:t>
      </w:r>
      <w:r w:rsidR="00306EF0" w:rsidRPr="003A21AE">
        <w:rPr>
          <w:rFonts w:ascii="Times New Roman" w:hAnsi="Times New Roman"/>
          <w:sz w:val="20"/>
        </w:rPr>
        <w:t xml:space="preserve">                   </w:t>
      </w:r>
      <w:r w:rsidR="00787194">
        <w:rPr>
          <w:rFonts w:ascii="Times New Roman" w:hAnsi="Times New Roman"/>
          <w:sz w:val="20"/>
        </w:rPr>
        <w:t xml:space="preserve">           </w:t>
      </w:r>
      <w:r w:rsidR="00306EF0" w:rsidRPr="003A21AE">
        <w:rPr>
          <w:rFonts w:ascii="Times New Roman" w:hAnsi="Times New Roman"/>
          <w:sz w:val="20"/>
        </w:rPr>
        <w:t xml:space="preserve">  </w:t>
      </w:r>
    </w:p>
    <w:p w:rsidR="00306EF0" w:rsidRPr="003A21AE" w:rsidRDefault="00306EF0" w:rsidP="00306EF0">
      <w:pPr>
        <w:jc w:val="center"/>
        <w:rPr>
          <w:rFonts w:ascii="Times New Roman" w:hAnsi="Times New Roman"/>
          <w:sz w:val="20"/>
        </w:rPr>
      </w:pPr>
      <w:r w:rsidRPr="003A21AE">
        <w:rPr>
          <w:rFonts w:ascii="Times New Roman" w:hAnsi="Times New Roman"/>
          <w:sz w:val="20"/>
        </w:rPr>
        <w:t>(sudarymo vieta)</w:t>
      </w:r>
    </w:p>
    <w:p w:rsidR="00306EF0" w:rsidRPr="003A21AE" w:rsidRDefault="00306EF0" w:rsidP="00306EF0">
      <w:pPr>
        <w:rPr>
          <w:rFonts w:ascii="Times New Roman" w:hAnsi="Times New Roman"/>
          <w:sz w:val="22"/>
          <w:szCs w:val="22"/>
        </w:rPr>
      </w:pPr>
    </w:p>
    <w:p w:rsidR="005E18F6" w:rsidRPr="003A21AE" w:rsidRDefault="00306EF0" w:rsidP="00306EF0">
      <w:pPr>
        <w:rPr>
          <w:rFonts w:ascii="Times New Roman" w:hAnsi="Times New Roman"/>
          <w:sz w:val="22"/>
          <w:szCs w:val="22"/>
        </w:rPr>
      </w:pPr>
      <w:r w:rsidRPr="003A21AE">
        <w:rPr>
          <w:rFonts w:ascii="Times New Roman" w:hAnsi="Times New Roman"/>
          <w:sz w:val="22"/>
          <w:szCs w:val="22"/>
        </w:rPr>
        <w:t xml:space="preserve">Ataskaitinis laikotarpis: </w:t>
      </w:r>
      <w:r w:rsidR="007F039B">
        <w:rPr>
          <w:rFonts w:ascii="Times New Roman" w:hAnsi="Times New Roman"/>
          <w:sz w:val="22"/>
          <w:szCs w:val="22"/>
        </w:rPr>
        <w:t>2020</w:t>
      </w:r>
      <w:r w:rsidR="0098701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9F18FE">
        <w:rPr>
          <w:rFonts w:ascii="Times New Roman" w:hAnsi="Times New Roman"/>
          <w:sz w:val="22"/>
          <w:szCs w:val="22"/>
        </w:rPr>
        <w:t>m</w:t>
      </w:r>
      <w:proofErr w:type="spellEnd"/>
      <w:r w:rsidR="0098701D">
        <w:rPr>
          <w:rFonts w:ascii="Times New Roman" w:hAnsi="Times New Roman"/>
          <w:sz w:val="22"/>
          <w:szCs w:val="22"/>
        </w:rPr>
        <w:t>.</w:t>
      </w:r>
      <w:r w:rsidR="009F18FE">
        <w:rPr>
          <w:rFonts w:ascii="Times New Roman" w:hAnsi="Times New Roman"/>
          <w:sz w:val="22"/>
          <w:szCs w:val="22"/>
        </w:rPr>
        <w:t xml:space="preserve"> </w:t>
      </w:r>
      <w:r w:rsidR="007F039B">
        <w:rPr>
          <w:rFonts w:ascii="Times New Roman" w:hAnsi="Times New Roman"/>
          <w:sz w:val="22"/>
          <w:szCs w:val="22"/>
        </w:rPr>
        <w:t>kovo</w:t>
      </w:r>
      <w:r w:rsidR="005345C6">
        <w:rPr>
          <w:rFonts w:ascii="Times New Roman" w:hAnsi="Times New Roman"/>
          <w:sz w:val="22"/>
          <w:szCs w:val="22"/>
        </w:rPr>
        <w:t xml:space="preserve"> </w:t>
      </w:r>
      <w:r w:rsidR="00A7612B">
        <w:rPr>
          <w:rFonts w:ascii="Times New Roman" w:hAnsi="Times New Roman"/>
          <w:sz w:val="22"/>
          <w:szCs w:val="22"/>
        </w:rPr>
        <w:t>3</w:t>
      </w:r>
      <w:r w:rsidR="003702E0">
        <w:rPr>
          <w:rFonts w:ascii="Times New Roman" w:hAnsi="Times New Roman"/>
          <w:sz w:val="22"/>
          <w:szCs w:val="22"/>
        </w:rPr>
        <w:t>1</w:t>
      </w:r>
      <w:r w:rsidR="00A7612B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EB0FE1">
        <w:rPr>
          <w:rFonts w:ascii="Times New Roman" w:hAnsi="Times New Roman"/>
          <w:sz w:val="22"/>
          <w:szCs w:val="22"/>
        </w:rPr>
        <w:t>d</w:t>
      </w:r>
      <w:proofErr w:type="spellEnd"/>
      <w:r w:rsidR="00EB0FE1">
        <w:rPr>
          <w:rFonts w:ascii="Times New Roman" w:hAnsi="Times New Roman"/>
          <w:sz w:val="22"/>
          <w:szCs w:val="22"/>
        </w:rPr>
        <w:t>.</w:t>
      </w:r>
      <w:r w:rsidR="009C5C5B">
        <w:rPr>
          <w:rFonts w:ascii="Times New Roman" w:hAnsi="Times New Roman"/>
          <w:sz w:val="22"/>
          <w:szCs w:val="22"/>
        </w:rPr>
        <w:tab/>
      </w:r>
    </w:p>
    <w:p w:rsidR="00306EF0" w:rsidRDefault="00306EF0" w:rsidP="00306EF0">
      <w:pPr>
        <w:rPr>
          <w:rFonts w:ascii="Times New Roman" w:hAnsi="Times New Roman"/>
          <w:sz w:val="22"/>
          <w:szCs w:val="22"/>
        </w:rPr>
      </w:pPr>
      <w:r w:rsidRPr="003A21AE">
        <w:t>Sukaupta finansavimo pajamų suma ataskaitinio laikotarpio pabaigoje</w:t>
      </w:r>
      <w:r w:rsidRPr="003A21AE">
        <w:rPr>
          <w:rFonts w:ascii="Times New Roman" w:hAnsi="Times New Roman"/>
          <w:sz w:val="22"/>
          <w:szCs w:val="22"/>
        </w:rPr>
        <w:t>:</w:t>
      </w:r>
    </w:p>
    <w:p w:rsidR="00A63366" w:rsidRPr="003A21AE" w:rsidRDefault="00A63366" w:rsidP="00306EF0">
      <w:pPr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306EF0" w:rsidRPr="003A21AE" w:rsidRDefault="00306EF0" w:rsidP="00306EF0">
      <w:pPr>
        <w:rPr>
          <w:rFonts w:ascii="Times New Roman" w:hAnsi="Times New Roman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1424"/>
        <w:gridCol w:w="1816"/>
        <w:gridCol w:w="1697"/>
        <w:gridCol w:w="1363"/>
        <w:gridCol w:w="1260"/>
      </w:tblGrid>
      <w:tr w:rsidR="005345C6" w:rsidRPr="006265FC" w:rsidTr="00B302FC">
        <w:tc>
          <w:tcPr>
            <w:tcW w:w="1512" w:type="dxa"/>
            <w:shd w:val="clear" w:color="auto" w:fill="E0E0E0"/>
            <w:vAlign w:val="center"/>
          </w:tcPr>
          <w:p w:rsidR="005345C6" w:rsidRPr="006265FC" w:rsidRDefault="005345C6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Finansavimo šaltinis</w:t>
            </w:r>
          </w:p>
        </w:tc>
        <w:tc>
          <w:tcPr>
            <w:tcW w:w="1424" w:type="dxa"/>
            <w:shd w:val="clear" w:color="auto" w:fill="E0E0E0"/>
            <w:vAlign w:val="center"/>
          </w:tcPr>
          <w:p w:rsidR="005345C6" w:rsidRPr="006265FC" w:rsidRDefault="005345C6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Finansavimo sumų paskirtis</w:t>
            </w:r>
          </w:p>
        </w:tc>
        <w:tc>
          <w:tcPr>
            <w:tcW w:w="1816" w:type="dxa"/>
            <w:shd w:val="clear" w:color="auto" w:fill="E0E0E0"/>
            <w:vAlign w:val="center"/>
          </w:tcPr>
          <w:p w:rsidR="005345C6" w:rsidRPr="006265FC" w:rsidRDefault="005345C6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Ekonominės klasifikacijos straipsnis</w:t>
            </w:r>
          </w:p>
        </w:tc>
        <w:tc>
          <w:tcPr>
            <w:tcW w:w="1697" w:type="dxa"/>
            <w:shd w:val="clear" w:color="auto" w:fill="E0E0E0"/>
            <w:vAlign w:val="center"/>
          </w:tcPr>
          <w:p w:rsidR="005345C6" w:rsidRPr="006265FC" w:rsidRDefault="005345C6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Valstybės funkcija</w:t>
            </w:r>
          </w:p>
        </w:tc>
        <w:tc>
          <w:tcPr>
            <w:tcW w:w="1363" w:type="dxa"/>
            <w:shd w:val="clear" w:color="auto" w:fill="E0E0E0"/>
            <w:vAlign w:val="center"/>
          </w:tcPr>
          <w:p w:rsidR="005345C6" w:rsidRPr="006265FC" w:rsidRDefault="005345C6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Programa</w:t>
            </w:r>
          </w:p>
        </w:tc>
        <w:tc>
          <w:tcPr>
            <w:tcW w:w="1260" w:type="dxa"/>
            <w:shd w:val="clear" w:color="auto" w:fill="E0E0E0"/>
            <w:vAlign w:val="center"/>
          </w:tcPr>
          <w:p w:rsidR="005345C6" w:rsidRPr="006265FC" w:rsidRDefault="005345C6" w:rsidP="005345C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Suma, </w:t>
            </w:r>
            <w:r>
              <w:rPr>
                <w:rFonts w:ascii="Times New Roman" w:hAnsi="Times New Roman"/>
                <w:sz w:val="16"/>
                <w:szCs w:val="16"/>
              </w:rPr>
              <w:t>eurais</w:t>
            </w:r>
          </w:p>
        </w:tc>
      </w:tr>
      <w:tr w:rsidR="005345C6" w:rsidRPr="006265FC" w:rsidTr="00B302FC">
        <w:tc>
          <w:tcPr>
            <w:tcW w:w="1512" w:type="dxa"/>
          </w:tcPr>
          <w:p w:rsidR="005345C6" w:rsidRPr="00A7612B" w:rsidRDefault="005345C6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4.1.3.4.1.05</w:t>
            </w:r>
          </w:p>
        </w:tc>
        <w:tc>
          <w:tcPr>
            <w:tcW w:w="1424" w:type="dxa"/>
          </w:tcPr>
          <w:p w:rsidR="005345C6" w:rsidRPr="00A7612B" w:rsidRDefault="005345C6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5345C6" w:rsidRPr="00A7612B" w:rsidRDefault="005345C6" w:rsidP="00F563F5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2.1.1.1.1.1</w:t>
            </w:r>
          </w:p>
        </w:tc>
        <w:tc>
          <w:tcPr>
            <w:tcW w:w="1697" w:type="dxa"/>
          </w:tcPr>
          <w:p w:rsidR="005345C6" w:rsidRPr="00A7612B" w:rsidRDefault="005345C6" w:rsidP="00D9182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</w:t>
            </w:r>
            <w:r w:rsidR="00D9182D" w:rsidRPr="00A7612B">
              <w:rPr>
                <w:rFonts w:ascii="Times New Roman" w:hAnsi="Times New Roman"/>
                <w:sz w:val="22"/>
                <w:szCs w:val="22"/>
              </w:rPr>
              <w:t>1</w:t>
            </w:r>
            <w:r w:rsidRPr="00A7612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363" w:type="dxa"/>
          </w:tcPr>
          <w:p w:rsidR="005345C6" w:rsidRPr="00A7612B" w:rsidRDefault="005345C6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5345C6" w:rsidRPr="00A7612B" w:rsidRDefault="001A295B" w:rsidP="007D62A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63424,88</w:t>
            </w:r>
          </w:p>
        </w:tc>
      </w:tr>
      <w:tr w:rsidR="00ED3AF8" w:rsidRPr="006265FC" w:rsidTr="00B302FC">
        <w:tc>
          <w:tcPr>
            <w:tcW w:w="1512" w:type="dxa"/>
          </w:tcPr>
          <w:p w:rsidR="00ED3AF8" w:rsidRPr="00A7612B" w:rsidRDefault="00ED3AF8" w:rsidP="00D64D6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4.1.3.4.1.05</w:t>
            </w:r>
          </w:p>
        </w:tc>
        <w:tc>
          <w:tcPr>
            <w:tcW w:w="1424" w:type="dxa"/>
          </w:tcPr>
          <w:p w:rsidR="00ED3AF8" w:rsidRPr="00A7612B" w:rsidRDefault="00ED3AF8" w:rsidP="00D64D6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ED3AF8" w:rsidRPr="00A7612B" w:rsidRDefault="00ED3AF8" w:rsidP="00ED3AF8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2.1.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A7612B">
              <w:rPr>
                <w:rFonts w:ascii="Times New Roman" w:hAnsi="Times New Roman"/>
                <w:sz w:val="22"/>
                <w:szCs w:val="22"/>
              </w:rPr>
              <w:t>.1.1.1</w:t>
            </w:r>
          </w:p>
        </w:tc>
        <w:tc>
          <w:tcPr>
            <w:tcW w:w="1697" w:type="dxa"/>
          </w:tcPr>
          <w:p w:rsidR="00ED3AF8" w:rsidRPr="00A7612B" w:rsidRDefault="00ED3AF8" w:rsidP="00D64D6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ED3AF8" w:rsidRDefault="00ED3AF8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ED3AF8" w:rsidRPr="00A7612B" w:rsidRDefault="001A295B" w:rsidP="00260D5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1071,28</w:t>
            </w:r>
          </w:p>
        </w:tc>
      </w:tr>
      <w:tr w:rsidR="00C7517C" w:rsidRPr="006265FC" w:rsidTr="00B302FC">
        <w:tc>
          <w:tcPr>
            <w:tcW w:w="1512" w:type="dxa"/>
          </w:tcPr>
          <w:p w:rsidR="00C7517C" w:rsidRPr="00A7612B" w:rsidRDefault="00C7517C" w:rsidP="00D64D6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4.1.3.4.1.05</w:t>
            </w:r>
          </w:p>
        </w:tc>
        <w:tc>
          <w:tcPr>
            <w:tcW w:w="1424" w:type="dxa"/>
          </w:tcPr>
          <w:p w:rsidR="00C7517C" w:rsidRPr="00A7612B" w:rsidRDefault="00C7517C" w:rsidP="00D64D6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C7517C" w:rsidRDefault="00C7517C" w:rsidP="00FA43D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2.2.1.1.1.</w:t>
            </w:r>
            <w:r w:rsidR="001A295B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1697" w:type="dxa"/>
          </w:tcPr>
          <w:p w:rsidR="00C7517C" w:rsidRDefault="00C7517C" w:rsidP="00D9182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C7517C" w:rsidRDefault="00C7517C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C7517C" w:rsidRDefault="001A295B" w:rsidP="00260D5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52,03</w:t>
            </w:r>
          </w:p>
        </w:tc>
      </w:tr>
      <w:tr w:rsidR="00C7517C" w:rsidRPr="006265FC" w:rsidTr="00B302FC">
        <w:tc>
          <w:tcPr>
            <w:tcW w:w="1512" w:type="dxa"/>
          </w:tcPr>
          <w:p w:rsidR="00C7517C" w:rsidRPr="00A7612B" w:rsidRDefault="00C7517C" w:rsidP="00D64D6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4.1.3.4.1.05</w:t>
            </w:r>
          </w:p>
        </w:tc>
        <w:tc>
          <w:tcPr>
            <w:tcW w:w="1424" w:type="dxa"/>
          </w:tcPr>
          <w:p w:rsidR="00C7517C" w:rsidRPr="00A7612B" w:rsidRDefault="00C7517C" w:rsidP="00D64D6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C7517C" w:rsidRDefault="00C7517C" w:rsidP="00FA43D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2.2.1.1.1.</w:t>
            </w:r>
            <w:r w:rsidR="001A295B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697" w:type="dxa"/>
          </w:tcPr>
          <w:p w:rsidR="00C7517C" w:rsidRDefault="00C7517C" w:rsidP="00D9182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C7517C" w:rsidRDefault="00C7517C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C7517C" w:rsidRDefault="001A295B" w:rsidP="00260D5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501,29</w:t>
            </w:r>
          </w:p>
        </w:tc>
      </w:tr>
      <w:tr w:rsidR="005161A6" w:rsidRPr="006265FC" w:rsidTr="00B302FC">
        <w:tc>
          <w:tcPr>
            <w:tcW w:w="1512" w:type="dxa"/>
          </w:tcPr>
          <w:p w:rsidR="005161A6" w:rsidRPr="00A7612B" w:rsidRDefault="005161A6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4.1.3.4.1.05</w:t>
            </w:r>
          </w:p>
        </w:tc>
        <w:tc>
          <w:tcPr>
            <w:tcW w:w="1424" w:type="dxa"/>
          </w:tcPr>
          <w:p w:rsidR="005161A6" w:rsidRPr="00A7612B" w:rsidRDefault="005161A6" w:rsidP="007975D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5161A6" w:rsidRPr="00A7612B" w:rsidRDefault="001A295B" w:rsidP="00FA43D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3.1.1.5.1.01</w:t>
            </w:r>
          </w:p>
        </w:tc>
        <w:tc>
          <w:tcPr>
            <w:tcW w:w="1697" w:type="dxa"/>
          </w:tcPr>
          <w:p w:rsidR="005161A6" w:rsidRPr="00A7612B" w:rsidRDefault="005161A6" w:rsidP="00D9182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5161A6" w:rsidRPr="00A7612B" w:rsidRDefault="005161A6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5161A6" w:rsidRPr="00A7612B" w:rsidRDefault="001A295B" w:rsidP="00260D5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45,84</w:t>
            </w:r>
          </w:p>
        </w:tc>
      </w:tr>
      <w:tr w:rsidR="005161A6" w:rsidRPr="006265FC" w:rsidTr="00B302FC">
        <w:tc>
          <w:tcPr>
            <w:tcW w:w="1512" w:type="dxa"/>
          </w:tcPr>
          <w:p w:rsidR="005161A6" w:rsidRPr="00A7612B" w:rsidRDefault="005161A6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4.1.3.4.1.65</w:t>
            </w:r>
          </w:p>
        </w:tc>
        <w:tc>
          <w:tcPr>
            <w:tcW w:w="1424" w:type="dxa"/>
          </w:tcPr>
          <w:p w:rsidR="005161A6" w:rsidRPr="00A7612B" w:rsidRDefault="005161A6" w:rsidP="007975D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5161A6" w:rsidRPr="00A7612B" w:rsidRDefault="005161A6" w:rsidP="00FA43D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2.7.</w:t>
            </w:r>
            <w:r w:rsidR="009B5E7D">
              <w:rPr>
                <w:rFonts w:ascii="Times New Roman" w:hAnsi="Times New Roman"/>
                <w:sz w:val="22"/>
                <w:szCs w:val="22"/>
              </w:rPr>
              <w:t>2.1.1.02</w:t>
            </w:r>
          </w:p>
        </w:tc>
        <w:tc>
          <w:tcPr>
            <w:tcW w:w="1697" w:type="dxa"/>
          </w:tcPr>
          <w:p w:rsidR="005161A6" w:rsidRPr="00A7612B" w:rsidRDefault="009B5E7D" w:rsidP="009B5E7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104140</w:t>
            </w:r>
          </w:p>
        </w:tc>
        <w:tc>
          <w:tcPr>
            <w:tcW w:w="1363" w:type="dxa"/>
          </w:tcPr>
          <w:p w:rsidR="005161A6" w:rsidRPr="00A7612B" w:rsidRDefault="009B5E7D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:rsidR="005161A6" w:rsidRPr="00A7612B" w:rsidRDefault="001A295B" w:rsidP="00260D5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926,62</w:t>
            </w:r>
          </w:p>
        </w:tc>
      </w:tr>
      <w:tr w:rsidR="00B726B4" w:rsidRPr="006265FC" w:rsidTr="00B302FC">
        <w:tc>
          <w:tcPr>
            <w:tcW w:w="1512" w:type="dxa"/>
          </w:tcPr>
          <w:p w:rsidR="00B726B4" w:rsidRPr="00A7612B" w:rsidRDefault="00B726B4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5SB</w:t>
            </w:r>
          </w:p>
        </w:tc>
        <w:tc>
          <w:tcPr>
            <w:tcW w:w="1424" w:type="dxa"/>
          </w:tcPr>
          <w:p w:rsidR="00B726B4" w:rsidRPr="00A7612B" w:rsidRDefault="00B726B4" w:rsidP="007975DF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B726B4" w:rsidRPr="00A7612B" w:rsidRDefault="00B726B4" w:rsidP="00FA43D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2.1.1.1.1.1</w:t>
            </w:r>
          </w:p>
        </w:tc>
        <w:tc>
          <w:tcPr>
            <w:tcW w:w="1697" w:type="dxa"/>
          </w:tcPr>
          <w:p w:rsidR="00B726B4" w:rsidRPr="00A7612B" w:rsidRDefault="00B726B4" w:rsidP="00D9182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B726B4" w:rsidRPr="00A7612B" w:rsidRDefault="00B726B4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B726B4" w:rsidRPr="00A7612B" w:rsidRDefault="001A295B" w:rsidP="0090555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18319,89</w:t>
            </w:r>
          </w:p>
        </w:tc>
      </w:tr>
      <w:tr w:rsidR="00B726B4" w:rsidRPr="006265FC" w:rsidTr="00B302FC">
        <w:tc>
          <w:tcPr>
            <w:tcW w:w="1512" w:type="dxa"/>
          </w:tcPr>
          <w:p w:rsidR="00B726B4" w:rsidRPr="00A7612B" w:rsidRDefault="00B726B4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5SB</w:t>
            </w:r>
          </w:p>
        </w:tc>
        <w:tc>
          <w:tcPr>
            <w:tcW w:w="1424" w:type="dxa"/>
          </w:tcPr>
          <w:p w:rsidR="00B726B4" w:rsidRPr="00A7612B" w:rsidRDefault="00B726B4" w:rsidP="000868D8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B726B4" w:rsidRPr="00A7612B" w:rsidRDefault="00B726B4" w:rsidP="00FA43D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2.1.2.1.1.1.</w:t>
            </w:r>
          </w:p>
        </w:tc>
        <w:tc>
          <w:tcPr>
            <w:tcW w:w="1697" w:type="dxa"/>
          </w:tcPr>
          <w:p w:rsidR="00B726B4" w:rsidRPr="00A7612B" w:rsidRDefault="00B726B4" w:rsidP="00D9182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B726B4" w:rsidRPr="00A7612B" w:rsidRDefault="00B726B4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B726B4" w:rsidRPr="00A7612B" w:rsidRDefault="001A295B" w:rsidP="005A681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</w:t>
            </w:r>
            <w:r w:rsidR="005A681C">
              <w:rPr>
                <w:rFonts w:ascii="Times New Roman" w:hAnsi="Times New Roman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sz w:val="22"/>
                <w:szCs w:val="22"/>
              </w:rPr>
              <w:t>,13</w:t>
            </w:r>
          </w:p>
        </w:tc>
      </w:tr>
      <w:tr w:rsidR="002956D6" w:rsidRPr="006265FC" w:rsidTr="00B302FC">
        <w:tc>
          <w:tcPr>
            <w:tcW w:w="1512" w:type="dxa"/>
          </w:tcPr>
          <w:p w:rsidR="002956D6" w:rsidRPr="00A7612B" w:rsidRDefault="002956D6" w:rsidP="002956D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5SB</w:t>
            </w:r>
          </w:p>
        </w:tc>
        <w:tc>
          <w:tcPr>
            <w:tcW w:w="1424" w:type="dxa"/>
          </w:tcPr>
          <w:p w:rsidR="002956D6" w:rsidRPr="00A7612B" w:rsidRDefault="002956D6" w:rsidP="007975D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2956D6" w:rsidRPr="00A7612B" w:rsidRDefault="002956D6" w:rsidP="00496E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2.2.1.1.1.</w:t>
            </w:r>
            <w:r w:rsidR="00496E8B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1697" w:type="dxa"/>
          </w:tcPr>
          <w:p w:rsidR="002956D6" w:rsidRPr="00A7612B" w:rsidRDefault="002956D6" w:rsidP="00D9182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2956D6" w:rsidRPr="00A7612B" w:rsidRDefault="002956D6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2956D6" w:rsidRDefault="001A295B" w:rsidP="001A0CB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111,86</w:t>
            </w:r>
          </w:p>
        </w:tc>
      </w:tr>
      <w:tr w:rsidR="00B726B4" w:rsidRPr="006265FC" w:rsidTr="00B302FC">
        <w:tc>
          <w:tcPr>
            <w:tcW w:w="1512" w:type="dxa"/>
          </w:tcPr>
          <w:p w:rsidR="00B726B4" w:rsidRPr="00A7612B" w:rsidRDefault="00B726B4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5SB</w:t>
            </w:r>
          </w:p>
        </w:tc>
        <w:tc>
          <w:tcPr>
            <w:tcW w:w="1424" w:type="dxa"/>
          </w:tcPr>
          <w:p w:rsidR="00B726B4" w:rsidRPr="00A7612B" w:rsidRDefault="00B726B4" w:rsidP="007975DF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B726B4" w:rsidRPr="00A7612B" w:rsidRDefault="00B726B4" w:rsidP="00496E8B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2.2.1.1.1.0</w:t>
            </w:r>
            <w:r w:rsidR="00496E8B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697" w:type="dxa"/>
          </w:tcPr>
          <w:p w:rsidR="00B726B4" w:rsidRPr="00A7612B" w:rsidRDefault="00B726B4" w:rsidP="00D9182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B726B4" w:rsidRPr="00A7612B" w:rsidRDefault="00B726B4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B726B4" w:rsidRPr="00A7612B" w:rsidRDefault="001A295B" w:rsidP="004E185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359,19</w:t>
            </w:r>
          </w:p>
        </w:tc>
      </w:tr>
      <w:tr w:rsidR="00147A04" w:rsidRPr="006265FC" w:rsidTr="00B302FC">
        <w:tc>
          <w:tcPr>
            <w:tcW w:w="1512" w:type="dxa"/>
          </w:tcPr>
          <w:p w:rsidR="00147A04" w:rsidRPr="00A7612B" w:rsidRDefault="00147A04" w:rsidP="00A237B8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5SB</w:t>
            </w:r>
          </w:p>
        </w:tc>
        <w:tc>
          <w:tcPr>
            <w:tcW w:w="1424" w:type="dxa"/>
          </w:tcPr>
          <w:p w:rsidR="00147A04" w:rsidRPr="00A7612B" w:rsidRDefault="00147A04" w:rsidP="00A237B8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147A04" w:rsidRPr="00A7612B" w:rsidRDefault="00147A04" w:rsidP="006D642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2.2.1.1.1.</w:t>
            </w:r>
            <w:r w:rsidR="001A295B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697" w:type="dxa"/>
          </w:tcPr>
          <w:p w:rsidR="00147A04" w:rsidRPr="00A7612B" w:rsidRDefault="00147A04" w:rsidP="00D9182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147A04" w:rsidRPr="00A7612B" w:rsidRDefault="00147A04" w:rsidP="0078685B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147A04" w:rsidRPr="00A7612B" w:rsidRDefault="001A295B" w:rsidP="00503D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3036,99</w:t>
            </w:r>
          </w:p>
        </w:tc>
      </w:tr>
      <w:tr w:rsidR="00147A04" w:rsidRPr="006265FC" w:rsidTr="00B302FC">
        <w:tc>
          <w:tcPr>
            <w:tcW w:w="1512" w:type="dxa"/>
          </w:tcPr>
          <w:p w:rsidR="00147A04" w:rsidRPr="00A7612B" w:rsidRDefault="00147A04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5SB</w:t>
            </w:r>
          </w:p>
        </w:tc>
        <w:tc>
          <w:tcPr>
            <w:tcW w:w="1424" w:type="dxa"/>
          </w:tcPr>
          <w:p w:rsidR="00147A04" w:rsidRPr="00A7612B" w:rsidRDefault="00147A04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147A04" w:rsidRPr="00A7612B" w:rsidRDefault="00147A04" w:rsidP="009B5E7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2.2.1.1.1.</w:t>
            </w:r>
            <w:r w:rsidR="009B5E7D">
              <w:rPr>
                <w:rFonts w:ascii="Times New Roman" w:hAnsi="Times New Roman"/>
                <w:sz w:val="22"/>
                <w:szCs w:val="22"/>
              </w:rPr>
              <w:t>2</w:t>
            </w:r>
            <w:r w:rsidR="001A295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697" w:type="dxa"/>
          </w:tcPr>
          <w:p w:rsidR="00147A04" w:rsidRPr="00A7612B" w:rsidRDefault="00147A04" w:rsidP="00D9182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147A04" w:rsidRPr="00A7612B" w:rsidRDefault="00147A04" w:rsidP="0078685B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147A04" w:rsidRPr="00A7612B" w:rsidRDefault="001A295B" w:rsidP="002930F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42,50</w:t>
            </w:r>
          </w:p>
        </w:tc>
      </w:tr>
      <w:tr w:rsidR="009B5E7D" w:rsidRPr="006265FC" w:rsidTr="00B302FC">
        <w:tc>
          <w:tcPr>
            <w:tcW w:w="1512" w:type="dxa"/>
          </w:tcPr>
          <w:p w:rsidR="009B5E7D" w:rsidRPr="00A7612B" w:rsidRDefault="009B5E7D" w:rsidP="00306E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5SB</w:t>
            </w:r>
          </w:p>
        </w:tc>
        <w:tc>
          <w:tcPr>
            <w:tcW w:w="1424" w:type="dxa"/>
          </w:tcPr>
          <w:p w:rsidR="009B5E7D" w:rsidRPr="00A7612B" w:rsidRDefault="009B5E7D" w:rsidP="00306E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9B5E7D" w:rsidRPr="00A7612B" w:rsidRDefault="009B5E7D" w:rsidP="009B5E7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2.2.1.1.1.30</w:t>
            </w:r>
          </w:p>
        </w:tc>
        <w:tc>
          <w:tcPr>
            <w:tcW w:w="1697" w:type="dxa"/>
          </w:tcPr>
          <w:p w:rsidR="009B5E7D" w:rsidRPr="00A7612B" w:rsidRDefault="009B5E7D" w:rsidP="00D9182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9B5E7D" w:rsidRPr="00A7612B" w:rsidRDefault="009B5E7D" w:rsidP="0078685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9B5E7D" w:rsidRDefault="001A295B" w:rsidP="007F504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423,93</w:t>
            </w:r>
          </w:p>
        </w:tc>
      </w:tr>
      <w:tr w:rsidR="00147A04" w:rsidRPr="006265FC" w:rsidTr="00B302FC">
        <w:tc>
          <w:tcPr>
            <w:tcW w:w="7812" w:type="dxa"/>
            <w:gridSpan w:val="5"/>
          </w:tcPr>
          <w:p w:rsidR="00147A04" w:rsidRPr="00A7612B" w:rsidRDefault="00147A04" w:rsidP="003E19F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Iš viso</w:t>
            </w:r>
          </w:p>
        </w:tc>
        <w:tc>
          <w:tcPr>
            <w:tcW w:w="1260" w:type="dxa"/>
          </w:tcPr>
          <w:p w:rsidR="00147A04" w:rsidRPr="00A7612B" w:rsidRDefault="005A681C" w:rsidP="005A681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88632,43</w:t>
            </w:r>
          </w:p>
        </w:tc>
      </w:tr>
    </w:tbl>
    <w:p w:rsidR="005E18F6" w:rsidRDefault="005E18F6" w:rsidP="00306EF0"/>
    <w:p w:rsidR="00A63366" w:rsidRDefault="00A63366" w:rsidP="00306EF0"/>
    <w:p w:rsidR="00306EF0" w:rsidRPr="003A21AE" w:rsidRDefault="00306EF0" w:rsidP="00306EF0">
      <w:pPr>
        <w:rPr>
          <w:rFonts w:ascii="Times New Roman" w:hAnsi="Times New Roman"/>
          <w:sz w:val="22"/>
          <w:szCs w:val="22"/>
        </w:rPr>
      </w:pPr>
      <w:r w:rsidRPr="003A21AE">
        <w:t>Gautinų finansavimo sumų likutis ataskaitinio laikotarpio pabaigoje</w:t>
      </w:r>
      <w:r w:rsidRPr="003A21AE">
        <w:rPr>
          <w:rFonts w:ascii="Times New Roman" w:hAnsi="Times New Roman"/>
          <w:sz w:val="22"/>
          <w:szCs w:val="22"/>
        </w:rPr>
        <w:t>:</w:t>
      </w:r>
    </w:p>
    <w:p w:rsidR="00306EF0" w:rsidRPr="00A7612B" w:rsidRDefault="00306EF0" w:rsidP="00306EF0">
      <w:pPr>
        <w:rPr>
          <w:rFonts w:ascii="Times New Roman" w:hAnsi="Times New Roman"/>
          <w:sz w:val="16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620"/>
        <w:gridCol w:w="1424"/>
        <w:gridCol w:w="1816"/>
        <w:gridCol w:w="1697"/>
        <w:gridCol w:w="1363"/>
        <w:gridCol w:w="792"/>
      </w:tblGrid>
      <w:tr w:rsidR="00306EF0" w:rsidRPr="006265FC" w:rsidTr="0098701D">
        <w:tc>
          <w:tcPr>
            <w:tcW w:w="468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265FC">
              <w:rPr>
                <w:rFonts w:ascii="Times New Roman" w:hAnsi="Times New Roman"/>
                <w:sz w:val="16"/>
                <w:szCs w:val="16"/>
              </w:rPr>
              <w:t>Eil</w:t>
            </w:r>
            <w:proofErr w:type="spellEnd"/>
            <w:r w:rsidRPr="006265FC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6265FC">
              <w:rPr>
                <w:rFonts w:ascii="Times New Roman" w:hAnsi="Times New Roman"/>
                <w:sz w:val="16"/>
                <w:szCs w:val="16"/>
              </w:rPr>
              <w:t>Nr</w:t>
            </w:r>
            <w:proofErr w:type="spellEnd"/>
            <w:r w:rsidRPr="006265F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620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Finansavimo šaltinis</w:t>
            </w:r>
          </w:p>
        </w:tc>
        <w:tc>
          <w:tcPr>
            <w:tcW w:w="1424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Finansavimo sumų paskirtis</w:t>
            </w:r>
          </w:p>
        </w:tc>
        <w:tc>
          <w:tcPr>
            <w:tcW w:w="1816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Ekonominės klasifikacijos straipsnis</w:t>
            </w:r>
          </w:p>
        </w:tc>
        <w:tc>
          <w:tcPr>
            <w:tcW w:w="1697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Valstybės funkcija</w:t>
            </w:r>
          </w:p>
        </w:tc>
        <w:tc>
          <w:tcPr>
            <w:tcW w:w="1363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Programa</w:t>
            </w:r>
          </w:p>
        </w:tc>
        <w:tc>
          <w:tcPr>
            <w:tcW w:w="792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Suma, Lt</w:t>
            </w:r>
          </w:p>
        </w:tc>
      </w:tr>
      <w:tr w:rsidR="00306EF0" w:rsidRPr="006265FC" w:rsidTr="0098701D">
        <w:tc>
          <w:tcPr>
            <w:tcW w:w="468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6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7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3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2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06EF0" w:rsidRPr="006265FC" w:rsidTr="0098701D">
        <w:tc>
          <w:tcPr>
            <w:tcW w:w="468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6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7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3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2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06EF0" w:rsidRPr="006265FC" w:rsidTr="0098701D">
        <w:tc>
          <w:tcPr>
            <w:tcW w:w="8388" w:type="dxa"/>
            <w:gridSpan w:val="6"/>
          </w:tcPr>
          <w:p w:rsidR="00306EF0" w:rsidRPr="00A7612B" w:rsidRDefault="00306EF0" w:rsidP="006265F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Iš viso:</w:t>
            </w:r>
          </w:p>
        </w:tc>
        <w:tc>
          <w:tcPr>
            <w:tcW w:w="792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8701D" w:rsidRPr="00A7612B" w:rsidRDefault="0098701D" w:rsidP="00306EF0">
      <w:pPr>
        <w:rPr>
          <w:sz w:val="8"/>
        </w:rPr>
      </w:pPr>
    </w:p>
    <w:p w:rsidR="00B713CB" w:rsidRDefault="00B713CB" w:rsidP="00306EF0">
      <w:pPr>
        <w:rPr>
          <w:sz w:val="8"/>
        </w:rPr>
      </w:pPr>
    </w:p>
    <w:p w:rsidR="00A63366" w:rsidRPr="00A7612B" w:rsidRDefault="00A63366" w:rsidP="00306EF0">
      <w:pPr>
        <w:rPr>
          <w:sz w:val="8"/>
        </w:rPr>
      </w:pPr>
    </w:p>
    <w:p w:rsidR="00306EF0" w:rsidRPr="003A21AE" w:rsidRDefault="00306EF0" w:rsidP="00306EF0">
      <w:pPr>
        <w:rPr>
          <w:rFonts w:ascii="Times New Roman" w:hAnsi="Times New Roman"/>
          <w:sz w:val="22"/>
          <w:szCs w:val="22"/>
        </w:rPr>
      </w:pPr>
      <w:r w:rsidRPr="003A21AE">
        <w:t>Per ataskaitinį laikotarpį gautos finansavimo sumos</w:t>
      </w:r>
      <w:r w:rsidRPr="003A21AE">
        <w:rPr>
          <w:rFonts w:ascii="Times New Roman" w:hAnsi="Times New Roman"/>
          <w:sz w:val="22"/>
          <w:szCs w:val="22"/>
        </w:rPr>
        <w:t>:</w:t>
      </w:r>
    </w:p>
    <w:p w:rsidR="00306EF0" w:rsidRPr="00A7612B" w:rsidRDefault="00306EF0" w:rsidP="00306EF0">
      <w:pPr>
        <w:rPr>
          <w:rFonts w:ascii="Times New Roman" w:hAnsi="Times New Roman"/>
          <w:sz w:val="14"/>
        </w:rPr>
      </w:pP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83"/>
        <w:gridCol w:w="1797"/>
        <w:gridCol w:w="1699"/>
        <w:gridCol w:w="1814"/>
        <w:gridCol w:w="1363"/>
        <w:gridCol w:w="1246"/>
      </w:tblGrid>
      <w:tr w:rsidR="00306EF0" w:rsidRPr="006265FC" w:rsidTr="001C62F0">
        <w:tc>
          <w:tcPr>
            <w:tcW w:w="468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265FC">
              <w:rPr>
                <w:rFonts w:ascii="Times New Roman" w:hAnsi="Times New Roman"/>
                <w:sz w:val="16"/>
                <w:szCs w:val="16"/>
              </w:rPr>
              <w:t>Eil</w:t>
            </w:r>
            <w:proofErr w:type="spellEnd"/>
            <w:r w:rsidRPr="006265FC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6265FC">
              <w:rPr>
                <w:rFonts w:ascii="Times New Roman" w:hAnsi="Times New Roman"/>
                <w:sz w:val="16"/>
                <w:szCs w:val="16"/>
              </w:rPr>
              <w:t>Nr</w:t>
            </w:r>
            <w:proofErr w:type="spellEnd"/>
            <w:r w:rsidRPr="006265F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83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Finansavimo šaltinis</w:t>
            </w:r>
          </w:p>
        </w:tc>
        <w:tc>
          <w:tcPr>
            <w:tcW w:w="1797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Finansavimo sumų paskirtis</w:t>
            </w:r>
          </w:p>
        </w:tc>
        <w:tc>
          <w:tcPr>
            <w:tcW w:w="1699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Ekonominės klasifikacijos straipsnis</w:t>
            </w:r>
          </w:p>
        </w:tc>
        <w:tc>
          <w:tcPr>
            <w:tcW w:w="1814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Valstybės funkcija</w:t>
            </w:r>
          </w:p>
        </w:tc>
        <w:tc>
          <w:tcPr>
            <w:tcW w:w="1363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Programa</w:t>
            </w:r>
          </w:p>
        </w:tc>
        <w:tc>
          <w:tcPr>
            <w:tcW w:w="1246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Suma, Lt</w:t>
            </w:r>
          </w:p>
        </w:tc>
      </w:tr>
      <w:tr w:rsidR="00306EF0" w:rsidRPr="006265FC" w:rsidTr="001C62F0">
        <w:trPr>
          <w:trHeight w:val="451"/>
        </w:trPr>
        <w:tc>
          <w:tcPr>
            <w:tcW w:w="468" w:type="dxa"/>
          </w:tcPr>
          <w:p w:rsidR="00306EF0" w:rsidRPr="00A7612B" w:rsidRDefault="00787194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83" w:type="dxa"/>
          </w:tcPr>
          <w:p w:rsidR="00306EF0" w:rsidRPr="00A7612B" w:rsidRDefault="00EC0FBE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4.1.3.4.1.05</w:t>
            </w:r>
          </w:p>
        </w:tc>
        <w:tc>
          <w:tcPr>
            <w:tcW w:w="1797" w:type="dxa"/>
          </w:tcPr>
          <w:p w:rsidR="00306EF0" w:rsidRPr="00A7612B" w:rsidRDefault="00787194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699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306EF0" w:rsidRPr="00A7612B" w:rsidRDefault="00787194" w:rsidP="00D9182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</w:t>
            </w:r>
            <w:r w:rsidR="00D9182D" w:rsidRPr="00A7612B">
              <w:rPr>
                <w:rFonts w:ascii="Times New Roman" w:hAnsi="Times New Roman"/>
                <w:sz w:val="22"/>
                <w:szCs w:val="22"/>
              </w:rPr>
              <w:t>1</w:t>
            </w:r>
            <w:r w:rsidRPr="00A7612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363" w:type="dxa"/>
          </w:tcPr>
          <w:p w:rsidR="00306EF0" w:rsidRPr="00A7612B" w:rsidRDefault="00787194" w:rsidP="00635A57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46" w:type="dxa"/>
          </w:tcPr>
          <w:p w:rsidR="00306EF0" w:rsidRPr="00A7612B" w:rsidRDefault="004B38D5" w:rsidP="00321B6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97516,40</w:t>
            </w:r>
          </w:p>
        </w:tc>
      </w:tr>
      <w:tr w:rsidR="00D9182D" w:rsidRPr="006265FC" w:rsidTr="001C62F0">
        <w:tc>
          <w:tcPr>
            <w:tcW w:w="468" w:type="dxa"/>
          </w:tcPr>
          <w:p w:rsidR="00D9182D" w:rsidRPr="00A7612B" w:rsidRDefault="002E341A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483" w:type="dxa"/>
          </w:tcPr>
          <w:p w:rsidR="00D9182D" w:rsidRPr="00A7612B" w:rsidRDefault="00D9182D" w:rsidP="00A62E6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4.1.3.4.1.</w:t>
            </w:r>
            <w:r w:rsidR="00A62E6D" w:rsidRPr="00A7612B">
              <w:rPr>
                <w:rFonts w:ascii="Times New Roman" w:hAnsi="Times New Roman"/>
                <w:sz w:val="22"/>
                <w:szCs w:val="22"/>
              </w:rPr>
              <w:t>6</w:t>
            </w:r>
            <w:r w:rsidRPr="00A7612B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97" w:type="dxa"/>
          </w:tcPr>
          <w:p w:rsidR="00D9182D" w:rsidRPr="00A7612B" w:rsidRDefault="00D9182D" w:rsidP="007173A5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699" w:type="dxa"/>
          </w:tcPr>
          <w:p w:rsidR="00D9182D" w:rsidRPr="00A7612B" w:rsidRDefault="00D9182D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D9182D" w:rsidRPr="00A7612B" w:rsidRDefault="00A62E6D" w:rsidP="00D9182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104140</w:t>
            </w:r>
          </w:p>
        </w:tc>
        <w:tc>
          <w:tcPr>
            <w:tcW w:w="1363" w:type="dxa"/>
          </w:tcPr>
          <w:p w:rsidR="00D9182D" w:rsidRPr="00A7612B" w:rsidRDefault="00D9182D" w:rsidP="00A62E6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</w:t>
            </w:r>
            <w:r w:rsidR="00A62E6D" w:rsidRPr="00A7612B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46" w:type="dxa"/>
          </w:tcPr>
          <w:p w:rsidR="00D9182D" w:rsidRPr="00A7612B" w:rsidRDefault="004B38D5" w:rsidP="00D553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7068,62</w:t>
            </w:r>
          </w:p>
        </w:tc>
      </w:tr>
      <w:tr w:rsidR="00903AF1" w:rsidRPr="006265FC" w:rsidTr="001C62F0">
        <w:trPr>
          <w:trHeight w:val="471"/>
        </w:trPr>
        <w:tc>
          <w:tcPr>
            <w:tcW w:w="468" w:type="dxa"/>
          </w:tcPr>
          <w:p w:rsidR="00903AF1" w:rsidRPr="00A7612B" w:rsidRDefault="00743E06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483" w:type="dxa"/>
          </w:tcPr>
          <w:p w:rsidR="00903AF1" w:rsidRPr="00A7612B" w:rsidRDefault="00743E06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SB</w:t>
            </w:r>
          </w:p>
        </w:tc>
        <w:tc>
          <w:tcPr>
            <w:tcW w:w="1797" w:type="dxa"/>
          </w:tcPr>
          <w:p w:rsidR="00903AF1" w:rsidRPr="00A7612B" w:rsidRDefault="00743E06" w:rsidP="007975DF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699" w:type="dxa"/>
          </w:tcPr>
          <w:p w:rsidR="00903AF1" w:rsidRPr="00A7612B" w:rsidRDefault="00903AF1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903AF1" w:rsidRPr="00A7612B" w:rsidRDefault="00743E06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903AF1" w:rsidRPr="00A7612B" w:rsidRDefault="00743E06" w:rsidP="00635A57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46" w:type="dxa"/>
          </w:tcPr>
          <w:p w:rsidR="00903AF1" w:rsidRPr="00A7612B" w:rsidRDefault="004B38D5" w:rsidP="00A7612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51698,88</w:t>
            </w:r>
          </w:p>
        </w:tc>
      </w:tr>
      <w:tr w:rsidR="00F563F5" w:rsidRPr="006265FC" w:rsidTr="001C62F0">
        <w:trPr>
          <w:trHeight w:val="337"/>
        </w:trPr>
        <w:tc>
          <w:tcPr>
            <w:tcW w:w="8624" w:type="dxa"/>
            <w:gridSpan w:val="6"/>
          </w:tcPr>
          <w:p w:rsidR="00F563F5" w:rsidRPr="00A7612B" w:rsidRDefault="00F563F5" w:rsidP="006265F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Iš viso:</w:t>
            </w:r>
          </w:p>
        </w:tc>
        <w:tc>
          <w:tcPr>
            <w:tcW w:w="1246" w:type="dxa"/>
          </w:tcPr>
          <w:p w:rsidR="00F563F5" w:rsidRPr="00A7612B" w:rsidRDefault="008848BF" w:rsidP="00E971C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156283,90</w:t>
            </w:r>
          </w:p>
        </w:tc>
      </w:tr>
    </w:tbl>
    <w:p w:rsidR="00306EF0" w:rsidRPr="003A21AE" w:rsidRDefault="00306EF0" w:rsidP="00306EF0">
      <w:pPr>
        <w:rPr>
          <w:rFonts w:ascii="Times New Roman" w:hAnsi="Times New Roman"/>
          <w:sz w:val="22"/>
          <w:szCs w:val="22"/>
        </w:rPr>
      </w:pPr>
      <w:r w:rsidRPr="003A21AE">
        <w:lastRenderedPageBreak/>
        <w:t>Grąžintinos finansavimo sumos ataskaitinio laikotarpio pabaigoje</w:t>
      </w:r>
      <w:r w:rsidRPr="003A21AE">
        <w:rPr>
          <w:rFonts w:ascii="Times New Roman" w:hAnsi="Times New Roman"/>
          <w:sz w:val="22"/>
          <w:szCs w:val="22"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620"/>
        <w:gridCol w:w="1424"/>
        <w:gridCol w:w="1816"/>
        <w:gridCol w:w="1697"/>
        <w:gridCol w:w="1363"/>
        <w:gridCol w:w="1246"/>
      </w:tblGrid>
      <w:tr w:rsidR="00306EF0" w:rsidRPr="006265FC" w:rsidTr="006265FC">
        <w:tc>
          <w:tcPr>
            <w:tcW w:w="468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265FC">
              <w:rPr>
                <w:rFonts w:ascii="Times New Roman" w:hAnsi="Times New Roman"/>
                <w:sz w:val="16"/>
                <w:szCs w:val="16"/>
              </w:rPr>
              <w:t>Eil</w:t>
            </w:r>
            <w:proofErr w:type="spellEnd"/>
            <w:r w:rsidRPr="006265FC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6265FC">
              <w:rPr>
                <w:rFonts w:ascii="Times New Roman" w:hAnsi="Times New Roman"/>
                <w:sz w:val="16"/>
                <w:szCs w:val="16"/>
              </w:rPr>
              <w:t>Nr</w:t>
            </w:r>
            <w:proofErr w:type="spellEnd"/>
            <w:r w:rsidRPr="006265F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620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Finansavimo šaltinis</w:t>
            </w:r>
          </w:p>
        </w:tc>
        <w:tc>
          <w:tcPr>
            <w:tcW w:w="1424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Finansavimo sumų paskirtis</w:t>
            </w:r>
          </w:p>
        </w:tc>
        <w:tc>
          <w:tcPr>
            <w:tcW w:w="1816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Ekonominės klasifikacijos straipsnis</w:t>
            </w:r>
          </w:p>
        </w:tc>
        <w:tc>
          <w:tcPr>
            <w:tcW w:w="1697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Valstybės funkcija</w:t>
            </w:r>
          </w:p>
        </w:tc>
        <w:tc>
          <w:tcPr>
            <w:tcW w:w="1363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Programa</w:t>
            </w:r>
          </w:p>
        </w:tc>
        <w:tc>
          <w:tcPr>
            <w:tcW w:w="1246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Suma, Lt</w:t>
            </w:r>
          </w:p>
        </w:tc>
      </w:tr>
      <w:tr w:rsidR="00306EF0" w:rsidRPr="006265FC" w:rsidTr="006265FC">
        <w:tc>
          <w:tcPr>
            <w:tcW w:w="468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6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7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3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6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06EF0" w:rsidRPr="006265FC" w:rsidTr="006265FC">
        <w:tc>
          <w:tcPr>
            <w:tcW w:w="468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6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7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3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6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06EF0" w:rsidRPr="006265FC" w:rsidTr="006265FC">
        <w:tc>
          <w:tcPr>
            <w:tcW w:w="8388" w:type="dxa"/>
            <w:gridSpan w:val="6"/>
          </w:tcPr>
          <w:p w:rsidR="00306EF0" w:rsidRPr="008E3307" w:rsidRDefault="00306EF0" w:rsidP="006265F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3307">
              <w:rPr>
                <w:rFonts w:ascii="Times New Roman" w:hAnsi="Times New Roman"/>
                <w:sz w:val="22"/>
                <w:szCs w:val="22"/>
              </w:rPr>
              <w:t>Iš viso:</w:t>
            </w:r>
          </w:p>
        </w:tc>
        <w:tc>
          <w:tcPr>
            <w:tcW w:w="1246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306EF0" w:rsidRPr="008E3307" w:rsidRDefault="00306EF0" w:rsidP="00306EF0">
      <w:pPr>
        <w:spacing w:line="360" w:lineRule="auto"/>
        <w:jc w:val="both"/>
        <w:rPr>
          <w:rFonts w:ascii="Times New Roman" w:hAnsi="Times New Roman"/>
          <w:sz w:val="18"/>
          <w:szCs w:val="22"/>
        </w:rPr>
      </w:pPr>
    </w:p>
    <w:p w:rsidR="00306EF0" w:rsidRPr="003A21AE" w:rsidRDefault="00664376" w:rsidP="00306EF0">
      <w:pPr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</w:t>
      </w:r>
      <w:r w:rsidR="005F1A90">
        <w:rPr>
          <w:rFonts w:ascii="Times New Roman" w:hAnsi="Times New Roman"/>
          <w:sz w:val="22"/>
          <w:szCs w:val="22"/>
        </w:rPr>
        <w:t>Vyr</w:t>
      </w:r>
      <w:r w:rsidR="006D6429">
        <w:rPr>
          <w:rFonts w:ascii="Times New Roman" w:hAnsi="Times New Roman"/>
          <w:sz w:val="22"/>
          <w:szCs w:val="22"/>
        </w:rPr>
        <w:t>iausiasis</w:t>
      </w:r>
      <w:r w:rsidR="005F1A90">
        <w:rPr>
          <w:rFonts w:ascii="Times New Roman" w:hAnsi="Times New Roman"/>
          <w:sz w:val="22"/>
          <w:szCs w:val="22"/>
        </w:rPr>
        <w:t xml:space="preserve"> buhalter</w:t>
      </w:r>
      <w:r w:rsidR="006D6429">
        <w:rPr>
          <w:rFonts w:ascii="Times New Roman" w:hAnsi="Times New Roman"/>
          <w:sz w:val="22"/>
          <w:szCs w:val="22"/>
        </w:rPr>
        <w:t>is</w:t>
      </w:r>
      <w:r w:rsidR="005F1A90">
        <w:rPr>
          <w:rFonts w:ascii="Times New Roman" w:hAnsi="Times New Roman"/>
          <w:sz w:val="22"/>
          <w:szCs w:val="22"/>
        </w:rPr>
        <w:t>:</w:t>
      </w:r>
      <w:r>
        <w:rPr>
          <w:rFonts w:ascii="Times New Roman" w:hAnsi="Times New Roman"/>
          <w:sz w:val="22"/>
          <w:szCs w:val="22"/>
        </w:rPr>
        <w:t xml:space="preserve">          </w:t>
      </w:r>
      <w:r w:rsidR="005F1A90">
        <w:rPr>
          <w:rFonts w:ascii="Times New Roman" w:hAnsi="Times New Roman"/>
          <w:sz w:val="22"/>
          <w:szCs w:val="22"/>
        </w:rPr>
        <w:t>__________________</w:t>
      </w:r>
      <w:r>
        <w:rPr>
          <w:rFonts w:ascii="Times New Roman" w:hAnsi="Times New Roman"/>
          <w:sz w:val="22"/>
          <w:szCs w:val="22"/>
        </w:rPr>
        <w:t xml:space="preserve">_                                Kristina </w:t>
      </w:r>
      <w:proofErr w:type="spellStart"/>
      <w:r>
        <w:rPr>
          <w:rFonts w:ascii="Times New Roman" w:hAnsi="Times New Roman"/>
          <w:sz w:val="22"/>
          <w:szCs w:val="22"/>
        </w:rPr>
        <w:t>Dorienė</w:t>
      </w:r>
      <w:proofErr w:type="spellEnd"/>
    </w:p>
    <w:p w:rsidR="008745F7" w:rsidRPr="008E3307" w:rsidRDefault="005F1A90" w:rsidP="006265FC">
      <w:pPr>
        <w:ind w:left="1296" w:firstLine="1296"/>
        <w:jc w:val="both"/>
        <w:rPr>
          <w:sz w:val="18"/>
          <w:szCs w:val="18"/>
        </w:rPr>
      </w:pPr>
      <w:r w:rsidRPr="008E3307">
        <w:rPr>
          <w:rFonts w:ascii="Times New Roman" w:hAnsi="Times New Roman"/>
          <w:sz w:val="18"/>
          <w:szCs w:val="18"/>
        </w:rPr>
        <w:t xml:space="preserve">                   </w:t>
      </w:r>
      <w:r w:rsidR="00306EF0" w:rsidRPr="008E3307">
        <w:rPr>
          <w:rFonts w:ascii="Times New Roman" w:hAnsi="Times New Roman"/>
          <w:sz w:val="18"/>
          <w:szCs w:val="18"/>
        </w:rPr>
        <w:t xml:space="preserve">(Parašas)    </w:t>
      </w:r>
      <w:r w:rsidRPr="008E3307">
        <w:rPr>
          <w:rFonts w:ascii="Times New Roman" w:hAnsi="Times New Roman"/>
          <w:sz w:val="18"/>
          <w:szCs w:val="18"/>
        </w:rPr>
        <w:t xml:space="preserve">                                          </w:t>
      </w:r>
      <w:r w:rsidR="008E3307">
        <w:rPr>
          <w:rFonts w:ascii="Times New Roman" w:hAnsi="Times New Roman"/>
          <w:sz w:val="18"/>
          <w:szCs w:val="18"/>
        </w:rPr>
        <w:t xml:space="preserve">       </w:t>
      </w:r>
      <w:r w:rsidRPr="008E3307">
        <w:rPr>
          <w:rFonts w:ascii="Times New Roman" w:hAnsi="Times New Roman"/>
          <w:sz w:val="18"/>
          <w:szCs w:val="18"/>
        </w:rPr>
        <w:t xml:space="preserve">      (v</w:t>
      </w:r>
      <w:r w:rsidR="00306EF0" w:rsidRPr="008E3307">
        <w:rPr>
          <w:rFonts w:ascii="Times New Roman" w:hAnsi="Times New Roman"/>
          <w:sz w:val="18"/>
          <w:szCs w:val="18"/>
        </w:rPr>
        <w:t>ardas ir pavardė)</w:t>
      </w:r>
    </w:p>
    <w:sectPr w:rsidR="008745F7" w:rsidRPr="008E3307" w:rsidSect="008E3307">
      <w:headerReference w:type="default" r:id="rId9"/>
      <w:pgSz w:w="11905" w:h="16837"/>
      <w:pgMar w:top="284" w:right="567" w:bottom="28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BCF" w:rsidRDefault="005F1BCF" w:rsidP="00B713CB">
      <w:r>
        <w:separator/>
      </w:r>
    </w:p>
  </w:endnote>
  <w:endnote w:type="continuationSeparator" w:id="0">
    <w:p w:rsidR="005F1BCF" w:rsidRDefault="005F1BCF" w:rsidP="00B7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BCF" w:rsidRDefault="005F1BCF" w:rsidP="00B713CB">
      <w:r>
        <w:separator/>
      </w:r>
    </w:p>
  </w:footnote>
  <w:footnote w:type="continuationSeparator" w:id="0">
    <w:p w:rsidR="005F1BCF" w:rsidRDefault="005F1BCF" w:rsidP="00B713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3CB" w:rsidRDefault="00B713CB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 w:rsidR="00A63366">
      <w:rPr>
        <w:noProof/>
      </w:rPr>
      <w:t>2</w:t>
    </w:r>
    <w:r>
      <w:fldChar w:fldCharType="end"/>
    </w:r>
  </w:p>
  <w:p w:rsidR="00B713CB" w:rsidRDefault="00B713CB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C38BF"/>
    <w:multiLevelType w:val="multilevel"/>
    <w:tmpl w:val="14AC60A8"/>
    <w:lvl w:ilvl="0">
      <w:start w:val="1"/>
      <w:numFmt w:val="decimal"/>
      <w:pStyle w:val="Antrat1"/>
      <w:lvlText w:val="14.%1."/>
      <w:lvlJc w:val="left"/>
      <w:pPr>
        <w:tabs>
          <w:tab w:val="num" w:pos="1021"/>
        </w:tabs>
        <w:ind w:left="1021" w:hanging="624"/>
      </w:pPr>
    </w:lvl>
    <w:lvl w:ilvl="1">
      <w:start w:val="1"/>
      <w:numFmt w:val="decimalZero"/>
      <w:pStyle w:val="Antrat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Antrat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Antrat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Antrat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Antrat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Antrat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Antrat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Antrat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F0"/>
    <w:rsid w:val="00005450"/>
    <w:rsid w:val="00035256"/>
    <w:rsid w:val="00036E58"/>
    <w:rsid w:val="00051D9C"/>
    <w:rsid w:val="00066903"/>
    <w:rsid w:val="00071AA9"/>
    <w:rsid w:val="000745E0"/>
    <w:rsid w:val="000868D8"/>
    <w:rsid w:val="000A2501"/>
    <w:rsid w:val="000E2654"/>
    <w:rsid w:val="000F55C8"/>
    <w:rsid w:val="001019B8"/>
    <w:rsid w:val="00117348"/>
    <w:rsid w:val="00122A58"/>
    <w:rsid w:val="00147A04"/>
    <w:rsid w:val="00152526"/>
    <w:rsid w:val="001542C0"/>
    <w:rsid w:val="001615AA"/>
    <w:rsid w:val="00176BE5"/>
    <w:rsid w:val="00184285"/>
    <w:rsid w:val="001864AB"/>
    <w:rsid w:val="00186B81"/>
    <w:rsid w:val="00187F22"/>
    <w:rsid w:val="001A0CB3"/>
    <w:rsid w:val="001A295B"/>
    <w:rsid w:val="001A538C"/>
    <w:rsid w:val="001B5D6C"/>
    <w:rsid w:val="001C47FA"/>
    <w:rsid w:val="001C62F0"/>
    <w:rsid w:val="001F52CB"/>
    <w:rsid w:val="002241A6"/>
    <w:rsid w:val="00224DE8"/>
    <w:rsid w:val="00260D53"/>
    <w:rsid w:val="0027483C"/>
    <w:rsid w:val="00276C95"/>
    <w:rsid w:val="002930F2"/>
    <w:rsid w:val="002956D6"/>
    <w:rsid w:val="002B7DFE"/>
    <w:rsid w:val="002D414B"/>
    <w:rsid w:val="002D480B"/>
    <w:rsid w:val="002E341A"/>
    <w:rsid w:val="00306EF0"/>
    <w:rsid w:val="00321B60"/>
    <w:rsid w:val="003304B1"/>
    <w:rsid w:val="0035783D"/>
    <w:rsid w:val="003671D2"/>
    <w:rsid w:val="003702E0"/>
    <w:rsid w:val="003A130A"/>
    <w:rsid w:val="003A1DC8"/>
    <w:rsid w:val="003C3512"/>
    <w:rsid w:val="003C5F19"/>
    <w:rsid w:val="003D2394"/>
    <w:rsid w:val="003E00BC"/>
    <w:rsid w:val="003E19F9"/>
    <w:rsid w:val="003F2AB9"/>
    <w:rsid w:val="00407072"/>
    <w:rsid w:val="004116F7"/>
    <w:rsid w:val="00425413"/>
    <w:rsid w:val="00437367"/>
    <w:rsid w:val="00482B03"/>
    <w:rsid w:val="00490E8E"/>
    <w:rsid w:val="0049521E"/>
    <w:rsid w:val="00496E8B"/>
    <w:rsid w:val="004A4163"/>
    <w:rsid w:val="004B38D5"/>
    <w:rsid w:val="004C7F55"/>
    <w:rsid w:val="004E185E"/>
    <w:rsid w:val="004E2474"/>
    <w:rsid w:val="00503350"/>
    <w:rsid w:val="00503D10"/>
    <w:rsid w:val="005161A6"/>
    <w:rsid w:val="005345C6"/>
    <w:rsid w:val="005369E8"/>
    <w:rsid w:val="00562886"/>
    <w:rsid w:val="00573DBA"/>
    <w:rsid w:val="00581013"/>
    <w:rsid w:val="00582750"/>
    <w:rsid w:val="005A2EB9"/>
    <w:rsid w:val="005A681C"/>
    <w:rsid w:val="005E18F6"/>
    <w:rsid w:val="005E2B1D"/>
    <w:rsid w:val="005F0E33"/>
    <w:rsid w:val="005F1A90"/>
    <w:rsid w:val="005F1BCF"/>
    <w:rsid w:val="005F68F1"/>
    <w:rsid w:val="00605598"/>
    <w:rsid w:val="0061426E"/>
    <w:rsid w:val="00621D13"/>
    <w:rsid w:val="006265FC"/>
    <w:rsid w:val="006345F3"/>
    <w:rsid w:val="00635A57"/>
    <w:rsid w:val="00664376"/>
    <w:rsid w:val="006A463E"/>
    <w:rsid w:val="006A641F"/>
    <w:rsid w:val="006C53F0"/>
    <w:rsid w:val="006D6429"/>
    <w:rsid w:val="006F2EC3"/>
    <w:rsid w:val="006F6B7A"/>
    <w:rsid w:val="007173A5"/>
    <w:rsid w:val="00731AB2"/>
    <w:rsid w:val="00743E06"/>
    <w:rsid w:val="0074520C"/>
    <w:rsid w:val="007462FF"/>
    <w:rsid w:val="00746CDA"/>
    <w:rsid w:val="0078685B"/>
    <w:rsid w:val="00787194"/>
    <w:rsid w:val="007975DF"/>
    <w:rsid w:val="007A12DA"/>
    <w:rsid w:val="007A214E"/>
    <w:rsid w:val="007D62AF"/>
    <w:rsid w:val="007E395E"/>
    <w:rsid w:val="007F039B"/>
    <w:rsid w:val="007F5049"/>
    <w:rsid w:val="0083373A"/>
    <w:rsid w:val="0084596B"/>
    <w:rsid w:val="008471DB"/>
    <w:rsid w:val="00860C0B"/>
    <w:rsid w:val="008745F7"/>
    <w:rsid w:val="00876B92"/>
    <w:rsid w:val="008848BF"/>
    <w:rsid w:val="00891318"/>
    <w:rsid w:val="008973ED"/>
    <w:rsid w:val="008C52B7"/>
    <w:rsid w:val="008C7441"/>
    <w:rsid w:val="008D2B20"/>
    <w:rsid w:val="008E3307"/>
    <w:rsid w:val="00903AF1"/>
    <w:rsid w:val="0090555E"/>
    <w:rsid w:val="00907CEF"/>
    <w:rsid w:val="00923523"/>
    <w:rsid w:val="009436C1"/>
    <w:rsid w:val="0095613F"/>
    <w:rsid w:val="00956207"/>
    <w:rsid w:val="00961540"/>
    <w:rsid w:val="00962E5A"/>
    <w:rsid w:val="0098701D"/>
    <w:rsid w:val="009A3B2D"/>
    <w:rsid w:val="009B5E7D"/>
    <w:rsid w:val="009C5C5B"/>
    <w:rsid w:val="009F18FE"/>
    <w:rsid w:val="00A04768"/>
    <w:rsid w:val="00A11D47"/>
    <w:rsid w:val="00A237B8"/>
    <w:rsid w:val="00A62E6D"/>
    <w:rsid w:val="00A63366"/>
    <w:rsid w:val="00A7612B"/>
    <w:rsid w:val="00AA7495"/>
    <w:rsid w:val="00AC0759"/>
    <w:rsid w:val="00AF12F7"/>
    <w:rsid w:val="00B03935"/>
    <w:rsid w:val="00B15B21"/>
    <w:rsid w:val="00B17497"/>
    <w:rsid w:val="00B22325"/>
    <w:rsid w:val="00B302FC"/>
    <w:rsid w:val="00B359BA"/>
    <w:rsid w:val="00B36BD5"/>
    <w:rsid w:val="00B65822"/>
    <w:rsid w:val="00B713CB"/>
    <w:rsid w:val="00B726B4"/>
    <w:rsid w:val="00B87725"/>
    <w:rsid w:val="00BA02D7"/>
    <w:rsid w:val="00BA7BDB"/>
    <w:rsid w:val="00BC19CF"/>
    <w:rsid w:val="00BD1ED1"/>
    <w:rsid w:val="00C06A78"/>
    <w:rsid w:val="00C13447"/>
    <w:rsid w:val="00C7517C"/>
    <w:rsid w:val="00C80631"/>
    <w:rsid w:val="00C93110"/>
    <w:rsid w:val="00CB286A"/>
    <w:rsid w:val="00D02CED"/>
    <w:rsid w:val="00D219CB"/>
    <w:rsid w:val="00D274B3"/>
    <w:rsid w:val="00D5532C"/>
    <w:rsid w:val="00D64D61"/>
    <w:rsid w:val="00D80CD8"/>
    <w:rsid w:val="00D9182D"/>
    <w:rsid w:val="00D91A83"/>
    <w:rsid w:val="00D91B28"/>
    <w:rsid w:val="00D94ECE"/>
    <w:rsid w:val="00DB35B1"/>
    <w:rsid w:val="00DB571A"/>
    <w:rsid w:val="00DC016C"/>
    <w:rsid w:val="00DC0857"/>
    <w:rsid w:val="00DC6046"/>
    <w:rsid w:val="00DE2BA0"/>
    <w:rsid w:val="00DF1F75"/>
    <w:rsid w:val="00DF22E5"/>
    <w:rsid w:val="00E13131"/>
    <w:rsid w:val="00E4179E"/>
    <w:rsid w:val="00E54D49"/>
    <w:rsid w:val="00E971C1"/>
    <w:rsid w:val="00EB00F4"/>
    <w:rsid w:val="00EB0FE1"/>
    <w:rsid w:val="00EC0FBE"/>
    <w:rsid w:val="00ED3AF8"/>
    <w:rsid w:val="00EF5A33"/>
    <w:rsid w:val="00F12A2B"/>
    <w:rsid w:val="00F16BCA"/>
    <w:rsid w:val="00F563F5"/>
    <w:rsid w:val="00F9096B"/>
    <w:rsid w:val="00FA43D1"/>
    <w:rsid w:val="00FA4A26"/>
    <w:rsid w:val="00FB6207"/>
    <w:rsid w:val="00FC42B7"/>
    <w:rsid w:val="00FC5435"/>
    <w:rsid w:val="00FC5928"/>
    <w:rsid w:val="00FD1119"/>
    <w:rsid w:val="00FE70B6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306EF0"/>
    <w:rPr>
      <w:rFonts w:ascii="TimesLT" w:hAnsi="TimesLT"/>
      <w:sz w:val="24"/>
      <w:lang w:eastAsia="en-US"/>
    </w:rPr>
  </w:style>
  <w:style w:type="paragraph" w:styleId="Antrat1">
    <w:name w:val="heading 1"/>
    <w:basedOn w:val="prastasis"/>
    <w:next w:val="prastasis"/>
    <w:qFormat/>
    <w:rsid w:val="00306EF0"/>
    <w:pPr>
      <w:keepNext/>
      <w:numPr>
        <w:numId w:val="1"/>
      </w:numPr>
      <w:outlineLvl w:val="0"/>
    </w:pPr>
    <w:rPr>
      <w:rFonts w:ascii="Times New Roman" w:hAnsi="Times New Roman"/>
      <w:b/>
      <w:sz w:val="28"/>
    </w:rPr>
  </w:style>
  <w:style w:type="paragraph" w:styleId="Antrat2">
    <w:name w:val="heading 2"/>
    <w:basedOn w:val="prastasis"/>
    <w:next w:val="prastasis"/>
    <w:qFormat/>
    <w:rsid w:val="00306EF0"/>
    <w:pPr>
      <w:keepNext/>
      <w:numPr>
        <w:ilvl w:val="1"/>
        <w:numId w:val="1"/>
      </w:numPr>
      <w:jc w:val="both"/>
      <w:outlineLvl w:val="1"/>
    </w:pPr>
  </w:style>
  <w:style w:type="paragraph" w:styleId="Antrat3">
    <w:name w:val="heading 3"/>
    <w:basedOn w:val="prastasis"/>
    <w:next w:val="prastasis"/>
    <w:qFormat/>
    <w:rsid w:val="00306EF0"/>
    <w:pPr>
      <w:keepNext/>
      <w:numPr>
        <w:ilvl w:val="2"/>
        <w:numId w:val="1"/>
      </w:numPr>
      <w:jc w:val="both"/>
      <w:outlineLvl w:val="2"/>
    </w:pPr>
    <w:rPr>
      <w:rFonts w:ascii="Times New Roman" w:hAnsi="Times New Roman"/>
      <w:b/>
      <w:sz w:val="32"/>
    </w:rPr>
  </w:style>
  <w:style w:type="paragraph" w:styleId="Antrat4">
    <w:name w:val="heading 4"/>
    <w:basedOn w:val="prastasis"/>
    <w:next w:val="prastasis"/>
    <w:qFormat/>
    <w:rsid w:val="00306EF0"/>
    <w:pPr>
      <w:keepNext/>
      <w:numPr>
        <w:ilvl w:val="3"/>
        <w:numId w:val="1"/>
      </w:numPr>
      <w:jc w:val="both"/>
      <w:outlineLvl w:val="3"/>
    </w:pPr>
    <w:rPr>
      <w:rFonts w:ascii="Times New Roman" w:hAnsi="Times New Roman"/>
      <w:b/>
    </w:rPr>
  </w:style>
  <w:style w:type="paragraph" w:styleId="Antrat5">
    <w:name w:val="heading 5"/>
    <w:basedOn w:val="prastasis"/>
    <w:next w:val="prastasis"/>
    <w:qFormat/>
    <w:rsid w:val="00306EF0"/>
    <w:pPr>
      <w:keepNext/>
      <w:numPr>
        <w:ilvl w:val="4"/>
        <w:numId w:val="1"/>
      </w:numPr>
      <w:jc w:val="both"/>
      <w:outlineLvl w:val="4"/>
    </w:pPr>
    <w:rPr>
      <w:rFonts w:ascii="Times New Roman" w:hAnsi="Times New Roman"/>
      <w:b/>
      <w:sz w:val="28"/>
    </w:rPr>
  </w:style>
  <w:style w:type="paragraph" w:styleId="Antrat6">
    <w:name w:val="heading 6"/>
    <w:basedOn w:val="prastasis"/>
    <w:next w:val="prastasis"/>
    <w:qFormat/>
    <w:rsid w:val="00306EF0"/>
    <w:pPr>
      <w:keepNext/>
      <w:numPr>
        <w:ilvl w:val="5"/>
        <w:numId w:val="1"/>
      </w:numPr>
      <w:jc w:val="both"/>
      <w:outlineLvl w:val="5"/>
    </w:pPr>
    <w:rPr>
      <w:rFonts w:ascii="Times New Roman" w:hAnsi="Times New Roman"/>
      <w:i/>
      <w:u w:val="single"/>
    </w:rPr>
  </w:style>
  <w:style w:type="paragraph" w:styleId="Antrat7">
    <w:name w:val="heading 7"/>
    <w:basedOn w:val="prastasis"/>
    <w:next w:val="prastasis"/>
    <w:qFormat/>
    <w:rsid w:val="00306EF0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b/>
    </w:rPr>
  </w:style>
  <w:style w:type="paragraph" w:styleId="Antrat8">
    <w:name w:val="heading 8"/>
    <w:basedOn w:val="prastasis"/>
    <w:next w:val="prastasis"/>
    <w:qFormat/>
    <w:rsid w:val="00306EF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qFormat/>
    <w:rsid w:val="00306EF0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306EF0"/>
    <w:rPr>
      <w:b/>
      <w:bCs/>
      <w:sz w:val="20"/>
    </w:rPr>
  </w:style>
  <w:style w:type="table" w:styleId="Lentelstinklelis">
    <w:name w:val="Table Grid"/>
    <w:basedOn w:val="prastojilentel"/>
    <w:rsid w:val="00306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link w:val="AntratsDiagrama"/>
    <w:uiPriority w:val="99"/>
    <w:rsid w:val="00B713C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B713CB"/>
    <w:rPr>
      <w:rFonts w:ascii="TimesLT" w:hAnsi="TimesLT"/>
      <w:sz w:val="24"/>
      <w:lang w:eastAsia="en-US"/>
    </w:rPr>
  </w:style>
  <w:style w:type="paragraph" w:styleId="Porat">
    <w:name w:val="footer"/>
    <w:basedOn w:val="prastasis"/>
    <w:link w:val="PoratDiagrama"/>
    <w:rsid w:val="00B713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B713CB"/>
    <w:rPr>
      <w:rFonts w:ascii="TimesLT" w:hAnsi="TimesLT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306EF0"/>
    <w:rPr>
      <w:rFonts w:ascii="TimesLT" w:hAnsi="TimesLT"/>
      <w:sz w:val="24"/>
      <w:lang w:eastAsia="en-US"/>
    </w:rPr>
  </w:style>
  <w:style w:type="paragraph" w:styleId="Antrat1">
    <w:name w:val="heading 1"/>
    <w:basedOn w:val="prastasis"/>
    <w:next w:val="prastasis"/>
    <w:qFormat/>
    <w:rsid w:val="00306EF0"/>
    <w:pPr>
      <w:keepNext/>
      <w:numPr>
        <w:numId w:val="1"/>
      </w:numPr>
      <w:outlineLvl w:val="0"/>
    </w:pPr>
    <w:rPr>
      <w:rFonts w:ascii="Times New Roman" w:hAnsi="Times New Roman"/>
      <w:b/>
      <w:sz w:val="28"/>
    </w:rPr>
  </w:style>
  <w:style w:type="paragraph" w:styleId="Antrat2">
    <w:name w:val="heading 2"/>
    <w:basedOn w:val="prastasis"/>
    <w:next w:val="prastasis"/>
    <w:qFormat/>
    <w:rsid w:val="00306EF0"/>
    <w:pPr>
      <w:keepNext/>
      <w:numPr>
        <w:ilvl w:val="1"/>
        <w:numId w:val="1"/>
      </w:numPr>
      <w:jc w:val="both"/>
      <w:outlineLvl w:val="1"/>
    </w:pPr>
  </w:style>
  <w:style w:type="paragraph" w:styleId="Antrat3">
    <w:name w:val="heading 3"/>
    <w:basedOn w:val="prastasis"/>
    <w:next w:val="prastasis"/>
    <w:qFormat/>
    <w:rsid w:val="00306EF0"/>
    <w:pPr>
      <w:keepNext/>
      <w:numPr>
        <w:ilvl w:val="2"/>
        <w:numId w:val="1"/>
      </w:numPr>
      <w:jc w:val="both"/>
      <w:outlineLvl w:val="2"/>
    </w:pPr>
    <w:rPr>
      <w:rFonts w:ascii="Times New Roman" w:hAnsi="Times New Roman"/>
      <w:b/>
      <w:sz w:val="32"/>
    </w:rPr>
  </w:style>
  <w:style w:type="paragraph" w:styleId="Antrat4">
    <w:name w:val="heading 4"/>
    <w:basedOn w:val="prastasis"/>
    <w:next w:val="prastasis"/>
    <w:qFormat/>
    <w:rsid w:val="00306EF0"/>
    <w:pPr>
      <w:keepNext/>
      <w:numPr>
        <w:ilvl w:val="3"/>
        <w:numId w:val="1"/>
      </w:numPr>
      <w:jc w:val="both"/>
      <w:outlineLvl w:val="3"/>
    </w:pPr>
    <w:rPr>
      <w:rFonts w:ascii="Times New Roman" w:hAnsi="Times New Roman"/>
      <w:b/>
    </w:rPr>
  </w:style>
  <w:style w:type="paragraph" w:styleId="Antrat5">
    <w:name w:val="heading 5"/>
    <w:basedOn w:val="prastasis"/>
    <w:next w:val="prastasis"/>
    <w:qFormat/>
    <w:rsid w:val="00306EF0"/>
    <w:pPr>
      <w:keepNext/>
      <w:numPr>
        <w:ilvl w:val="4"/>
        <w:numId w:val="1"/>
      </w:numPr>
      <w:jc w:val="both"/>
      <w:outlineLvl w:val="4"/>
    </w:pPr>
    <w:rPr>
      <w:rFonts w:ascii="Times New Roman" w:hAnsi="Times New Roman"/>
      <w:b/>
      <w:sz w:val="28"/>
    </w:rPr>
  </w:style>
  <w:style w:type="paragraph" w:styleId="Antrat6">
    <w:name w:val="heading 6"/>
    <w:basedOn w:val="prastasis"/>
    <w:next w:val="prastasis"/>
    <w:qFormat/>
    <w:rsid w:val="00306EF0"/>
    <w:pPr>
      <w:keepNext/>
      <w:numPr>
        <w:ilvl w:val="5"/>
        <w:numId w:val="1"/>
      </w:numPr>
      <w:jc w:val="both"/>
      <w:outlineLvl w:val="5"/>
    </w:pPr>
    <w:rPr>
      <w:rFonts w:ascii="Times New Roman" w:hAnsi="Times New Roman"/>
      <w:i/>
      <w:u w:val="single"/>
    </w:rPr>
  </w:style>
  <w:style w:type="paragraph" w:styleId="Antrat7">
    <w:name w:val="heading 7"/>
    <w:basedOn w:val="prastasis"/>
    <w:next w:val="prastasis"/>
    <w:qFormat/>
    <w:rsid w:val="00306EF0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b/>
    </w:rPr>
  </w:style>
  <w:style w:type="paragraph" w:styleId="Antrat8">
    <w:name w:val="heading 8"/>
    <w:basedOn w:val="prastasis"/>
    <w:next w:val="prastasis"/>
    <w:qFormat/>
    <w:rsid w:val="00306EF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qFormat/>
    <w:rsid w:val="00306EF0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306EF0"/>
    <w:rPr>
      <w:b/>
      <w:bCs/>
      <w:sz w:val="20"/>
    </w:rPr>
  </w:style>
  <w:style w:type="table" w:styleId="Lentelstinklelis">
    <w:name w:val="Table Grid"/>
    <w:basedOn w:val="prastojilentel"/>
    <w:rsid w:val="00306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link w:val="AntratsDiagrama"/>
    <w:uiPriority w:val="99"/>
    <w:rsid w:val="00B713C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B713CB"/>
    <w:rPr>
      <w:rFonts w:ascii="TimesLT" w:hAnsi="TimesLT"/>
      <w:sz w:val="24"/>
      <w:lang w:eastAsia="en-US"/>
    </w:rPr>
  </w:style>
  <w:style w:type="paragraph" w:styleId="Porat">
    <w:name w:val="footer"/>
    <w:basedOn w:val="prastasis"/>
    <w:link w:val="PoratDiagrama"/>
    <w:rsid w:val="00B713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B713CB"/>
    <w:rPr>
      <w:rFonts w:ascii="TimesLT" w:hAnsi="TimesLT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D6E17-C042-4524-B6F6-D73F6F864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1415</Words>
  <Characters>807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Irena-K</dc:creator>
  <cp:lastModifiedBy>Irena-K</cp:lastModifiedBy>
  <cp:revision>5</cp:revision>
  <cp:lastPrinted>2019-07-10T09:53:00Z</cp:lastPrinted>
  <dcterms:created xsi:type="dcterms:W3CDTF">2020-01-17T07:58:00Z</dcterms:created>
  <dcterms:modified xsi:type="dcterms:W3CDTF">2020-04-15T08:10:00Z</dcterms:modified>
</cp:coreProperties>
</file>