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720460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57709628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20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2020</w:t>
      </w:r>
      <w:r w:rsidRPr="00570F88">
        <w:rPr>
          <w:rFonts w:ascii="Times New Roman" w:hAnsi="Times New Roman"/>
          <w:b/>
          <w:sz w:val="24"/>
          <w:szCs w:val="24"/>
        </w:rPr>
        <w:t xml:space="preserve"> M.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="00E362DC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E362DC">
        <w:rPr>
          <w:rFonts w:ascii="Times New Roman" w:hAnsi="Times New Roman"/>
          <w:sz w:val="24"/>
          <w:szCs w:val="24"/>
        </w:rPr>
        <w:t>58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iš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jų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37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(2020-01-01 – 2020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</w:t>
      </w:r>
      <w:r w:rsidR="00E362DC">
        <w:rPr>
          <w:rFonts w:ascii="TimesNewRoman" w:hAnsi="TimesNewRoman" w:cs="TimesNewRoman"/>
          <w:sz w:val="24"/>
          <w:szCs w:val="24"/>
        </w:rPr>
        <w:t>6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E362DC">
        <w:rPr>
          <w:rFonts w:ascii="TimesNewRoman" w:hAnsi="TimesNewRoman" w:cs="TimesNewRoman"/>
          <w:sz w:val="24"/>
          <w:szCs w:val="24"/>
        </w:rPr>
        <w:t>0</w:t>
      </w:r>
      <w:bookmarkStart w:id="0" w:name="_GoBack"/>
      <w:bookmarkEnd w:id="0"/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60" w:rsidRDefault="00720460">
      <w:r>
        <w:separator/>
      </w:r>
    </w:p>
  </w:endnote>
  <w:endnote w:type="continuationSeparator" w:id="0">
    <w:p w:rsidR="00720460" w:rsidRDefault="0072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60" w:rsidRDefault="00720460">
      <w:r>
        <w:separator/>
      </w:r>
    </w:p>
  </w:footnote>
  <w:footnote w:type="continuationSeparator" w:id="0">
    <w:p w:rsidR="00720460" w:rsidRDefault="0072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0460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D0936"/>
    <w:rsid w:val="00E1117F"/>
    <w:rsid w:val="00E13E17"/>
    <w:rsid w:val="00E15B4A"/>
    <w:rsid w:val="00E15E3E"/>
    <w:rsid w:val="00E20AA5"/>
    <w:rsid w:val="00E25253"/>
    <w:rsid w:val="00E33EDD"/>
    <w:rsid w:val="00E362DC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2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3</cp:revision>
  <cp:lastPrinted>2018-10-17T08:28:00Z</cp:lastPrinted>
  <dcterms:created xsi:type="dcterms:W3CDTF">2020-05-11T10:17:00Z</dcterms:created>
  <dcterms:modified xsi:type="dcterms:W3CDTF">2020-07-31T11:07:00Z</dcterms:modified>
</cp:coreProperties>
</file>